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443"/>
        <w:gridCol w:w="392"/>
        <w:gridCol w:w="1275"/>
        <w:gridCol w:w="410"/>
        <w:gridCol w:w="2810"/>
      </w:tblGrid>
      <w:tr w:rsidR="00175FF3" w14:paraId="2FBBA33F" w14:textId="77777777" w:rsidTr="001F5D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5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1F5D17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5"/>
            <w:vMerge/>
            <w:shd w:val="clear" w:color="auto" w:fill="auto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outlineLvl w:val="0"/>
              <w:rPr>
                <w:noProof/>
              </w:rPr>
            </w:pPr>
          </w:p>
        </w:tc>
        <w:tc>
          <w:tcPr>
            <w:tcW w:w="2810" w:type="dxa"/>
            <w:shd w:val="clear" w:color="auto" w:fill="C5EEFF" w:themeFill="accent3" w:themeFillTint="33"/>
            <w:vAlign w:val="center"/>
          </w:tcPr>
          <w:p w14:paraId="5C1ED9D3" w14:textId="58D4A42D" w:rsidR="00C4680E" w:rsidRPr="00827BFD" w:rsidRDefault="0036656F" w:rsidP="00827BFD">
            <w:pPr>
              <w:pStyle w:val="Nadpis1"/>
              <w:spacing w:before="0" w:after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1F5D17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outlineLvl w:val="0"/>
              <w:rPr>
                <w:sz w:val="24"/>
              </w:rPr>
            </w:pPr>
          </w:p>
        </w:tc>
      </w:tr>
      <w:tr w:rsidR="00C4680E" w14:paraId="43B9DF5C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527092BB" w14:textId="1685759A" w:rsidR="00C4680E" w:rsidRPr="00C4680E" w:rsidRDefault="0036656F" w:rsidP="00D83598">
            <w:pPr>
              <w:jc w:val="center"/>
              <w:rPr>
                <w:rStyle w:val="Siln"/>
                <w:sz w:val="16"/>
              </w:rPr>
            </w:pPr>
            <w:r w:rsidRPr="0036656F">
              <w:rPr>
                <w:rStyle w:val="Siln"/>
                <w:sz w:val="16"/>
              </w:rPr>
              <w:t>Zadání dílčí smlouvy dle rámcové dohody č. E650-S-XXXX/2021 „</w:t>
            </w:r>
            <w:r w:rsidR="007549F7">
              <w:rPr>
                <w:rStyle w:val="Siln"/>
                <w:sz w:val="16"/>
              </w:rPr>
              <w:t xml:space="preserve">Servis a opravy elektronických zabezpečovacích systémů </w:t>
            </w:r>
            <w:proofErr w:type="gramStart"/>
            <w:r w:rsidRPr="0036656F">
              <w:rPr>
                <w:rStyle w:val="Siln"/>
                <w:sz w:val="16"/>
              </w:rPr>
              <w:t>2021 – 202</w:t>
            </w:r>
            <w:r w:rsidR="007549F7">
              <w:rPr>
                <w:rStyle w:val="Siln"/>
                <w:sz w:val="16"/>
              </w:rPr>
              <w:t>5</w:t>
            </w:r>
            <w:proofErr w:type="gramEnd"/>
            <w:r w:rsidRPr="0036656F">
              <w:rPr>
                <w:rStyle w:val="Siln"/>
                <w:sz w:val="16"/>
              </w:rPr>
              <w:t xml:space="preserve">“ zveřejněné dne xx.xx.2021, dodavatel </w:t>
            </w:r>
            <w:proofErr w:type="spellStart"/>
            <w:r w:rsidRPr="0036656F">
              <w:rPr>
                <w:rStyle w:val="Siln"/>
                <w:sz w:val="16"/>
              </w:rPr>
              <w:t>xxxx</w:t>
            </w:r>
            <w:proofErr w:type="spellEnd"/>
            <w:r w:rsidRPr="0036656F">
              <w:rPr>
                <w:rStyle w:val="Siln"/>
                <w:sz w:val="16"/>
              </w:rPr>
              <w:t>.</w:t>
            </w:r>
            <w:r w:rsidR="007549F7">
              <w:rPr>
                <w:rStyle w:val="Siln"/>
                <w:sz w:val="16"/>
              </w:rPr>
              <w:t xml:space="preserve"> </w:t>
            </w:r>
            <w:r w:rsidR="001F5D17">
              <w:rPr>
                <w:rStyle w:val="Siln"/>
                <w:sz w:val="16"/>
              </w:rPr>
              <w:t xml:space="preserve">Řádek </w:t>
            </w:r>
            <w:r w:rsidR="003E0EB1">
              <w:rPr>
                <w:rStyle w:val="Siln"/>
                <w:sz w:val="16"/>
              </w:rPr>
              <w:t>8</w:t>
            </w:r>
            <w:r w:rsidR="007549F7">
              <w:rPr>
                <w:rStyle w:val="Siln"/>
                <w:sz w:val="16"/>
              </w:rPr>
              <w:t>07</w:t>
            </w:r>
            <w:r w:rsidR="003E0EB1">
              <w:rPr>
                <w:rStyle w:val="Siln"/>
                <w:sz w:val="16"/>
              </w:rPr>
              <w:t>, mimo plán OUA.</w:t>
            </w:r>
          </w:p>
        </w:tc>
      </w:tr>
      <w:tr w:rsidR="00B633ED" w14:paraId="2CE2C889" w14:textId="77777777" w:rsidTr="001F5D17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shd w:val="clear" w:color="auto" w:fill="auto"/>
            <w:vAlign w:val="center"/>
          </w:tcPr>
          <w:p w14:paraId="4CBA9494" w14:textId="77777777" w:rsidR="00B633ED" w:rsidRPr="00B633ED" w:rsidRDefault="00B633ED" w:rsidP="00DA2C12">
            <w:pPr>
              <w:pStyle w:val="Nadpis2"/>
              <w:jc w:val="center"/>
              <w:outlineLvl w:val="1"/>
              <w:rPr>
                <w:rStyle w:val="Siln"/>
                <w:b/>
                <w:sz w:val="16"/>
              </w:rPr>
            </w:pPr>
            <w:r w:rsidRPr="00B633ED">
              <w:rPr>
                <w:rStyle w:val="Siln"/>
                <w:b/>
                <w:sz w:val="16"/>
              </w:rPr>
              <w:t>Technické oddělení SPS Ústí nad Labem</w:t>
            </w:r>
          </w:p>
        </w:tc>
      </w:tr>
      <w:tr w:rsidR="00C4680E" w14:paraId="4A95E30E" w14:textId="77777777" w:rsidTr="001F5D17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1ED1907D" w14:textId="77777777" w:rsidTr="00D83598">
        <w:trPr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47550" w14:textId="77777777" w:rsidR="00C4680E" w:rsidRPr="00D83598" w:rsidRDefault="00C4680E" w:rsidP="00C4680E">
            <w:pPr>
              <w:rPr>
                <w:rStyle w:val="Siln"/>
                <w:i/>
                <w:iCs/>
                <w:sz w:val="16"/>
              </w:rPr>
            </w:pPr>
            <w:r w:rsidRPr="00D83598">
              <w:rPr>
                <w:rStyle w:val="Siln"/>
                <w:i/>
                <w:iCs/>
                <w:sz w:val="16"/>
              </w:rPr>
              <w:t>Základní údaje:</w:t>
            </w:r>
          </w:p>
        </w:tc>
        <w:tc>
          <w:tcPr>
            <w:tcW w:w="733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671D" w14:textId="77777777" w:rsidR="00C4680E" w:rsidRPr="00B633ED" w:rsidRDefault="00C4680E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</w:tc>
      </w:tr>
      <w:tr w:rsidR="00175FF3" w14:paraId="32126B9A" w14:textId="77777777" w:rsidTr="00D83598">
        <w:trPr>
          <w:trHeight w:val="9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68A0D3CA" w14:textId="77777777" w:rsidR="00C4680E" w:rsidRPr="001F5D17" w:rsidRDefault="00C4680E" w:rsidP="00D83598">
            <w:pPr>
              <w:rPr>
                <w:rStyle w:val="Siln"/>
                <w:bCs w:val="0"/>
                <w:sz w:val="16"/>
              </w:rPr>
            </w:pPr>
            <w:r w:rsidRPr="001F5D17">
              <w:rPr>
                <w:rStyle w:val="Siln"/>
                <w:bCs w:val="0"/>
                <w:sz w:val="16"/>
              </w:rPr>
              <w:t>Předmět plnění:</w:t>
            </w:r>
          </w:p>
        </w:tc>
        <w:tc>
          <w:tcPr>
            <w:tcW w:w="7330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7CE9D80D" w14:textId="7129577A" w:rsidR="00BC0032" w:rsidRPr="001F5D17" w:rsidRDefault="0036656F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75FF3" w14:paraId="0F184C0F" w14:textId="77777777" w:rsidTr="00D83598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6B69C" w14:textId="77777777" w:rsidR="00C4680E" w:rsidRPr="001F5D17" w:rsidRDefault="00C4680E" w:rsidP="00C4680E">
            <w:pPr>
              <w:rPr>
                <w:rStyle w:val="Siln"/>
                <w:bCs w:val="0"/>
                <w:sz w:val="16"/>
              </w:rPr>
            </w:pPr>
            <w:r w:rsidRPr="001F5D17">
              <w:rPr>
                <w:rStyle w:val="Siln"/>
                <w:bCs w:val="0"/>
                <w:sz w:val="16"/>
              </w:rPr>
              <w:t>Místo: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8832FA" w14:textId="0B045D0A" w:rsidR="00827BFD" w:rsidRP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75FF3" w14:paraId="435BCAC8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2A8782" w14:textId="77777777" w:rsidR="007B7614" w:rsidRPr="00D83598" w:rsidRDefault="007B7614" w:rsidP="00D83598">
            <w:pPr>
              <w:rPr>
                <w:i/>
                <w:iCs/>
              </w:rPr>
            </w:pPr>
            <w:r w:rsidRPr="00D83598">
              <w:rPr>
                <w:rStyle w:val="Siln"/>
                <w:i/>
                <w:iCs/>
                <w:sz w:val="16"/>
              </w:rPr>
              <w:t>Údaje o stavbě:</w:t>
            </w:r>
          </w:p>
        </w:tc>
        <w:tc>
          <w:tcPr>
            <w:tcW w:w="7330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5893" w14:textId="1580833A" w:rsidR="007B7614" w:rsidRPr="001F5D17" w:rsidRDefault="000928D9" w:rsidP="00D835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F5D17">
              <w:rPr>
                <w:sz w:val="20"/>
                <w:szCs w:val="20"/>
              </w:rPr>
              <w:t xml:space="preserve"> </w:t>
            </w:r>
          </w:p>
        </w:tc>
      </w:tr>
      <w:tr w:rsidR="00175FF3" w14:paraId="624272AD" w14:textId="77777777" w:rsidTr="00D8359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7F2A28" w14:textId="77777777" w:rsidR="007B7614" w:rsidRPr="007B7614" w:rsidRDefault="00BF3FCE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Zakázkové číslo objektu:</w:t>
            </w:r>
          </w:p>
        </w:tc>
        <w:tc>
          <w:tcPr>
            <w:tcW w:w="7330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0810FA8" w14:textId="50CAEFA1" w:rsidR="007B7614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</w:rPr>
            </w:pPr>
            <w:r w:rsidRPr="0036656F">
              <w:rPr>
                <w:iCs/>
                <w:sz w:val="16"/>
                <w:szCs w:val="16"/>
              </w:rPr>
              <w:t>***vyplnit***</w:t>
            </w:r>
          </w:p>
        </w:tc>
      </w:tr>
      <w:tr w:rsidR="00175FF3" w14:paraId="2EB1C356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363E1A" w14:textId="099F9BDA" w:rsidR="007B7614" w:rsidRPr="007B7614" w:rsidRDefault="001F5D17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IC</w:t>
            </w:r>
            <w:r w:rsidR="007B7614">
              <w:rPr>
                <w:rStyle w:val="Siln"/>
                <w:sz w:val="16"/>
              </w:rPr>
              <w:t xml:space="preserve"> a název objektu: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ADEC17D" w14:textId="34113CE6" w:rsidR="00BC0032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Cs/>
                <w:sz w:val="16"/>
                <w:szCs w:val="16"/>
              </w:rPr>
            </w:pPr>
            <w:r w:rsidRPr="0036656F">
              <w:rPr>
                <w:b/>
                <w:iCs/>
                <w:sz w:val="16"/>
                <w:szCs w:val="16"/>
              </w:rPr>
              <w:t>***vyplnit***</w:t>
            </w:r>
          </w:p>
        </w:tc>
      </w:tr>
      <w:tr w:rsidR="001F5D17" w14:paraId="7A83197B" w14:textId="77777777" w:rsidTr="00D83598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9F756F" w14:textId="77777777" w:rsidR="001F5D17" w:rsidRDefault="001F5D17" w:rsidP="00D83598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Odůvodnění: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D6144F4" w14:textId="3746A65B" w:rsidR="001F5D17" w:rsidRPr="003E0EB1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</w:rPr>
            </w:pPr>
            <w:r w:rsidRPr="0036656F">
              <w:rPr>
                <w:sz w:val="16"/>
                <w:szCs w:val="16"/>
              </w:rPr>
              <w:t>***vyplnit***</w:t>
            </w:r>
          </w:p>
        </w:tc>
      </w:tr>
      <w:tr w:rsidR="00175FF3" w14:paraId="1150A764" w14:textId="77777777" w:rsidTr="00D83598">
        <w:trPr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1275889C" w14:textId="77777777" w:rsidR="007B7614" w:rsidRDefault="00BF3FC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Text objednávky: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2069360" w14:textId="4C713417" w:rsidR="007B7614" w:rsidRP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20"/>
                <w:szCs w:val="20"/>
              </w:rPr>
            </w:pPr>
            <w:r w:rsidRPr="0036656F">
              <w:rPr>
                <w:rStyle w:val="Siln"/>
                <w:b w:val="0"/>
                <w:i/>
                <w:sz w:val="20"/>
                <w:szCs w:val="20"/>
              </w:rPr>
              <w:t>***vyplnit***</w:t>
            </w:r>
          </w:p>
        </w:tc>
      </w:tr>
      <w:tr w:rsidR="00126287" w14:paraId="5217C01C" w14:textId="77777777" w:rsidTr="0012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E324ED0" w14:textId="66406C63" w:rsidR="00126287" w:rsidRDefault="00126287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Termín zahájení:</w:t>
            </w:r>
          </w:p>
        </w:tc>
        <w:tc>
          <w:tcPr>
            <w:tcW w:w="244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FF5F01" w14:textId="6408E5E7" w:rsidR="00126287" w:rsidRPr="00D83598" w:rsidRDefault="0036656F" w:rsidP="00126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36656F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  <w:tc>
          <w:tcPr>
            <w:tcW w:w="16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5EE0670" w14:textId="77777777" w:rsidR="00126287" w:rsidRPr="00126287" w:rsidRDefault="0012628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  <w:r w:rsidRPr="00126287">
              <w:rPr>
                <w:rStyle w:val="Siln"/>
                <w:sz w:val="16"/>
              </w:rPr>
              <w:t>Termín</w:t>
            </w:r>
          </w:p>
          <w:p w14:paraId="6AEC5485" w14:textId="5FA05BC9" w:rsidR="00126287" w:rsidRPr="00D83598" w:rsidRDefault="0012628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126287">
              <w:rPr>
                <w:rStyle w:val="Siln"/>
                <w:sz w:val="16"/>
              </w:rPr>
              <w:t>ukončení</w:t>
            </w:r>
            <w:r w:rsidRPr="00126287">
              <w:rPr>
                <w:rStyle w:val="Siln"/>
                <w:bCs w:val="0"/>
                <w:sz w:val="16"/>
              </w:rPr>
              <w:t>:</w:t>
            </w:r>
          </w:p>
        </w:tc>
        <w:tc>
          <w:tcPr>
            <w:tcW w:w="3220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B067733" w14:textId="62F826C8" w:rsidR="00126287" w:rsidRPr="00126287" w:rsidRDefault="0036656F" w:rsidP="001262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20"/>
                <w:szCs w:val="20"/>
              </w:rPr>
            </w:pPr>
            <w:r w:rsidRPr="0036656F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</w:tr>
      <w:tr w:rsidR="00175FF3" w14:paraId="52C37CC2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431D12E" w14:textId="77777777" w:rsidR="007B7614" w:rsidRDefault="007B7614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Nabídková cena celkem v Kč bez DPH: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632B7D7" w14:textId="56178D01" w:rsidR="007B7614" w:rsidRPr="00D83598" w:rsidRDefault="00B40051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Cs w:val="0"/>
                <w:i/>
                <w:sz w:val="16"/>
              </w:rPr>
            </w:pPr>
            <w:r w:rsidRPr="00B40051">
              <w:rPr>
                <w:rStyle w:val="Siln"/>
                <w:bCs w:val="0"/>
                <w:i/>
                <w:sz w:val="20"/>
                <w:szCs w:val="20"/>
              </w:rPr>
              <w:t>***vyplnit***</w:t>
            </w:r>
          </w:p>
        </w:tc>
      </w:tr>
      <w:tr w:rsidR="00175FF3" w14:paraId="752E6087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0960D86" w14:textId="77777777" w:rsidR="0034761C" w:rsidRDefault="0034761C" w:rsidP="00C4680E">
            <w:pPr>
              <w:rPr>
                <w:rStyle w:val="Siln"/>
                <w:sz w:val="16"/>
              </w:rPr>
            </w:pP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8881" w14:textId="64F4B506" w:rsidR="0034761C" w:rsidRPr="007B7614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</w:rPr>
            </w:pPr>
          </w:p>
        </w:tc>
      </w:tr>
      <w:tr w:rsidR="001F5D17" w14:paraId="7DB47195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1D0B644" w14:textId="7582A9A1" w:rsidR="001F5D17" w:rsidRDefault="001F5D17" w:rsidP="00C4680E">
            <w:pPr>
              <w:rPr>
                <w:rStyle w:val="Siln"/>
                <w:sz w:val="16"/>
              </w:rPr>
            </w:pP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D391A" w14:textId="1AD19660" w:rsidR="001F5D17" w:rsidRPr="007B7614" w:rsidRDefault="001F5D17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</w:p>
        </w:tc>
      </w:tr>
      <w:tr w:rsidR="00175FF3" w14:paraId="4CCB2BF4" w14:textId="77777777" w:rsidTr="00D835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C2786" w14:textId="77777777" w:rsidR="0034761C" w:rsidRDefault="0034761C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Příloha:</w:t>
            </w:r>
          </w:p>
        </w:tc>
        <w:tc>
          <w:tcPr>
            <w:tcW w:w="7330" w:type="dxa"/>
            <w:gridSpan w:val="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064F9AC" w14:textId="224A657C" w:rsidR="0034761C" w:rsidRDefault="0036656F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</w:rPr>
            </w:pPr>
            <w:r w:rsidRPr="0036656F">
              <w:rPr>
                <w:rStyle w:val="Siln"/>
                <w:b w:val="0"/>
                <w:i/>
                <w:sz w:val="16"/>
              </w:rPr>
              <w:t>***vyplnit***</w:t>
            </w:r>
          </w:p>
        </w:tc>
      </w:tr>
      <w:tr w:rsidR="00175FF3" w14:paraId="17953C00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75532DE5" w14:textId="77777777" w:rsidR="00147A9D" w:rsidRPr="00147A9D" w:rsidRDefault="00F8145E" w:rsidP="00C4680E">
            <w:pPr>
              <w:rPr>
                <w:b/>
              </w:rPr>
            </w:pPr>
            <w:r>
              <w:rPr>
                <w:b/>
              </w:rPr>
              <w:t>Za zadava</w:t>
            </w:r>
            <w:r w:rsidR="00147A9D" w:rsidRPr="00147A9D">
              <w:rPr>
                <w:b/>
              </w:rPr>
              <w:t>tele: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13149498" w14:textId="77777777" w:rsid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730D3DC6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532B88FE" w14:textId="77777777" w:rsidR="00147A9D" w:rsidRPr="00147A9D" w:rsidRDefault="00147A9D" w:rsidP="00C4680E">
            <w:r w:rsidRPr="00147A9D">
              <w:t>Zadal: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48334C91" w14:textId="280FA753" w:rsidR="00147A9D" w:rsidRPr="00147A9D" w:rsidRDefault="00147A9D" w:rsidP="00B63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75FF3" w14:paraId="57E8A1F0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C5EEFF" w:themeFill="accent3" w:themeFillTint="33"/>
          </w:tcPr>
          <w:p w14:paraId="5E07D2BC" w14:textId="765BE71F" w:rsidR="00147A9D" w:rsidRPr="00147A9D" w:rsidRDefault="0036656F" w:rsidP="00AE5265">
            <w:pPr>
              <w:rPr>
                <w:b/>
              </w:rPr>
            </w:pPr>
            <w:r w:rsidRPr="0036656F">
              <w:rPr>
                <w:b/>
              </w:rPr>
              <w:t>***vyplnit***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6D2C4F3C" w14:textId="7B92DD03" w:rsidR="00147A9D" w:rsidRPr="00147A9D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F5D17" w14:paraId="6D9C7C33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75FFD332" w14:textId="77777777" w:rsidR="001F5D17" w:rsidRDefault="001F5D17" w:rsidP="00AE5265">
            <w:pPr>
              <w:rPr>
                <w:b/>
              </w:rPr>
            </w:pPr>
          </w:p>
        </w:tc>
        <w:tc>
          <w:tcPr>
            <w:tcW w:w="4495" w:type="dxa"/>
            <w:gridSpan w:val="3"/>
            <w:shd w:val="clear" w:color="auto" w:fill="auto"/>
          </w:tcPr>
          <w:p w14:paraId="7256237E" w14:textId="77777777" w:rsidR="001F5D17" w:rsidRPr="00147A9D" w:rsidRDefault="001F5D17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F5D17" w14:paraId="00A28BA1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129958D2" w14:textId="39BC4A80" w:rsidR="001F5D17" w:rsidRDefault="001F5D17" w:rsidP="001F5D17">
            <w:r>
              <w:t>Souhlasí</w:t>
            </w:r>
            <w:r w:rsidRPr="00147A9D">
              <w:t>: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1FF12198" w14:textId="742C1227" w:rsidR="001F5D17" w:rsidRDefault="001F5D17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Schválil:</w:t>
            </w:r>
            <w:r w:rsidRPr="00147A9D">
              <w:rPr>
                <w:b/>
              </w:rPr>
              <w:t xml:space="preserve"> </w:t>
            </w:r>
          </w:p>
        </w:tc>
      </w:tr>
      <w:tr w:rsidR="001F5D17" w14:paraId="62995722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489D44FD" w14:textId="6C7BA3DC" w:rsidR="001F5D17" w:rsidRPr="00FA5B25" w:rsidRDefault="0036656F" w:rsidP="001F5D17">
            <w:pPr>
              <w:rPr>
                <w:b/>
              </w:rPr>
            </w:pPr>
            <w:r w:rsidRPr="0036656F">
              <w:rPr>
                <w:b/>
              </w:rPr>
              <w:t>***vyplnit***</w:t>
            </w:r>
          </w:p>
        </w:tc>
        <w:tc>
          <w:tcPr>
            <w:tcW w:w="4495" w:type="dxa"/>
            <w:gridSpan w:val="3"/>
            <w:shd w:val="clear" w:color="auto" w:fill="auto"/>
          </w:tcPr>
          <w:p w14:paraId="546C878F" w14:textId="0C151C4A" w:rsidR="001F5D17" w:rsidRDefault="0036656F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656F">
              <w:rPr>
                <w:b/>
              </w:rPr>
              <w:t>***vyplnit***</w:t>
            </w:r>
          </w:p>
        </w:tc>
      </w:tr>
      <w:tr w:rsidR="001F5D17" w14:paraId="41C1782D" w14:textId="77777777" w:rsidTr="001F5D1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3"/>
            <w:shd w:val="clear" w:color="auto" w:fill="auto"/>
          </w:tcPr>
          <w:p w14:paraId="4B3EAABD" w14:textId="77777777" w:rsidR="001F5D17" w:rsidRDefault="001F5D17" w:rsidP="001F5D17"/>
        </w:tc>
        <w:tc>
          <w:tcPr>
            <w:tcW w:w="4495" w:type="dxa"/>
            <w:gridSpan w:val="3"/>
            <w:shd w:val="clear" w:color="auto" w:fill="auto"/>
          </w:tcPr>
          <w:p w14:paraId="3E28E40C" w14:textId="77777777" w:rsidR="001F5D17" w:rsidRDefault="001F5D17" w:rsidP="001F5D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6BD412" w14:textId="160989A9" w:rsidR="001F5D17" w:rsidRPr="001F5D17" w:rsidRDefault="001F5D17" w:rsidP="001F5D17">
      <w:pPr>
        <w:tabs>
          <w:tab w:val="left" w:pos="2565"/>
        </w:tabs>
        <w:rPr>
          <w:sz w:val="28"/>
          <w:szCs w:val="28"/>
        </w:rPr>
      </w:pPr>
    </w:p>
    <w:sectPr w:rsidR="001F5D17" w:rsidRPr="001F5D1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BFAA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24CD08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0406DC4" w14:textId="502B24EF" w:rsidR="00F1715C" w:rsidRDefault="000F72A7" w:rsidP="00460660">
          <w:pPr>
            <w:pStyle w:val="Zpat"/>
          </w:pPr>
          <w:r w:rsidRPr="000F72A7">
            <w:t xml:space="preserve">Servis a opravy elektronických zabezpečovacích systémů </w:t>
          </w:r>
          <w:proofErr w:type="gramStart"/>
          <w:r w:rsidRPr="000F72A7">
            <w:t>2021 – 2025</w:t>
          </w:r>
          <w:proofErr w:type="gramEnd"/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E23A7"/>
    <w:rsid w:val="000F72A7"/>
    <w:rsid w:val="001007C3"/>
    <w:rsid w:val="0010347C"/>
    <w:rsid w:val="0010693F"/>
    <w:rsid w:val="00114472"/>
    <w:rsid w:val="00126287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1F5D17"/>
    <w:rsid w:val="00207DF5"/>
    <w:rsid w:val="00211A8E"/>
    <w:rsid w:val="00264E59"/>
    <w:rsid w:val="00280E07"/>
    <w:rsid w:val="002C31BF"/>
    <w:rsid w:val="002D0303"/>
    <w:rsid w:val="002D08B1"/>
    <w:rsid w:val="002E0CD7"/>
    <w:rsid w:val="003178BC"/>
    <w:rsid w:val="00337885"/>
    <w:rsid w:val="00341DCF"/>
    <w:rsid w:val="0034761C"/>
    <w:rsid w:val="00357BC6"/>
    <w:rsid w:val="0036656F"/>
    <w:rsid w:val="003956C6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6CCA"/>
    <w:rsid w:val="0061068E"/>
    <w:rsid w:val="00624607"/>
    <w:rsid w:val="00660AD3"/>
    <w:rsid w:val="00671A2C"/>
    <w:rsid w:val="00677B7F"/>
    <w:rsid w:val="006A5570"/>
    <w:rsid w:val="006A689C"/>
    <w:rsid w:val="006B05F2"/>
    <w:rsid w:val="006B3D79"/>
    <w:rsid w:val="006D5EFD"/>
    <w:rsid w:val="006D7AFE"/>
    <w:rsid w:val="006E0578"/>
    <w:rsid w:val="006E314D"/>
    <w:rsid w:val="006F3643"/>
    <w:rsid w:val="007106B1"/>
    <w:rsid w:val="00710723"/>
    <w:rsid w:val="00723ED1"/>
    <w:rsid w:val="00730603"/>
    <w:rsid w:val="00743525"/>
    <w:rsid w:val="00746A2A"/>
    <w:rsid w:val="007549F7"/>
    <w:rsid w:val="0076286B"/>
    <w:rsid w:val="00766846"/>
    <w:rsid w:val="0077673A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6A28"/>
    <w:rsid w:val="00827BFD"/>
    <w:rsid w:val="008305F5"/>
    <w:rsid w:val="008659F3"/>
    <w:rsid w:val="00867269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6177B"/>
    <w:rsid w:val="00A66136"/>
    <w:rsid w:val="00AA4CBB"/>
    <w:rsid w:val="00AA65FA"/>
    <w:rsid w:val="00AA7351"/>
    <w:rsid w:val="00AB55DF"/>
    <w:rsid w:val="00AC7BC1"/>
    <w:rsid w:val="00AD056F"/>
    <w:rsid w:val="00AD6731"/>
    <w:rsid w:val="00AE5265"/>
    <w:rsid w:val="00B007A2"/>
    <w:rsid w:val="00B01AB9"/>
    <w:rsid w:val="00B15D0D"/>
    <w:rsid w:val="00B25347"/>
    <w:rsid w:val="00B40051"/>
    <w:rsid w:val="00B633ED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3A6E"/>
    <w:rsid w:val="00C14847"/>
    <w:rsid w:val="00C168C0"/>
    <w:rsid w:val="00C44F6A"/>
    <w:rsid w:val="00C4680E"/>
    <w:rsid w:val="00C47AE3"/>
    <w:rsid w:val="00CD1FC4"/>
    <w:rsid w:val="00CE3CF1"/>
    <w:rsid w:val="00CF080D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46F3"/>
    <w:rsid w:val="00DE3C0D"/>
    <w:rsid w:val="00DE56F2"/>
    <w:rsid w:val="00DF116D"/>
    <w:rsid w:val="00DF7E4C"/>
    <w:rsid w:val="00E46AEA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nkajo\Desktop\zad&#225;vac&#237;%20list%20OT_elektr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BA64676-206C-43B4-A577-3B2D1FEC5D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list OT_elektro</Template>
  <TotalTime>119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Josef, Bc.</dc:creator>
  <cp:lastModifiedBy>Petr	Křehlík</cp:lastModifiedBy>
  <cp:revision>15</cp:revision>
  <cp:lastPrinted>2021-03-31T08:41:00Z</cp:lastPrinted>
  <dcterms:created xsi:type="dcterms:W3CDTF">2020-12-17T19:06:00Z</dcterms:created>
  <dcterms:modified xsi:type="dcterms:W3CDTF">2021-04-16T09:19:00Z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